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659" w:rsidRPr="000D09D2" w:rsidRDefault="005D19D9" w:rsidP="000D09D2">
      <w:pPr>
        <w:jc w:val="center"/>
        <w:rPr>
          <w:b/>
        </w:rPr>
      </w:pPr>
      <w:r w:rsidRPr="000D09D2">
        <w:rPr>
          <w:b/>
        </w:rPr>
        <w:t>Ship Breaker – Map Lesson Plan</w:t>
      </w:r>
      <w:r w:rsidR="000D09D2" w:rsidRPr="000D09D2">
        <w:rPr>
          <w:b/>
        </w:rPr>
        <w:t xml:space="preserve"> – Melissa Garner</w:t>
      </w:r>
    </w:p>
    <w:p w:rsidR="003E7725" w:rsidRDefault="003E7725" w:rsidP="003E7725">
      <w:pPr>
        <w:pStyle w:val="ListParagraph"/>
        <w:numPr>
          <w:ilvl w:val="0"/>
          <w:numId w:val="1"/>
        </w:numPr>
      </w:pPr>
      <w:r>
        <w:t xml:space="preserve">Using </w:t>
      </w:r>
      <w:r w:rsidR="0058645D">
        <w:t>a Venn d</w:t>
      </w:r>
      <w:r>
        <w:t xml:space="preserve">iagram </w:t>
      </w:r>
      <w:proofErr w:type="gramStart"/>
      <w:r>
        <w:t>indicate</w:t>
      </w:r>
      <w:proofErr w:type="gramEnd"/>
      <w:r>
        <w:t xml:space="preserve"> what areas of the current coastline, areas of the future coastline and what may have remained the same.</w:t>
      </w:r>
    </w:p>
    <w:p w:rsidR="005D19D9" w:rsidRDefault="005D19D9" w:rsidP="005D19D9">
      <w:pPr>
        <w:pStyle w:val="ListParagraph"/>
        <w:numPr>
          <w:ilvl w:val="0"/>
          <w:numId w:val="1"/>
        </w:numPr>
      </w:pPr>
      <w:r>
        <w:t xml:space="preserve">Using </w:t>
      </w:r>
      <w:r w:rsidR="003E7725">
        <w:t xml:space="preserve">the ideas from your diagram and </w:t>
      </w:r>
      <w:r>
        <w:t>a current map of the United States indicate the areas where you imagine the book’s setting.</w:t>
      </w:r>
    </w:p>
    <w:p w:rsidR="005D19D9" w:rsidRDefault="005D19D9" w:rsidP="005D19D9">
      <w:pPr>
        <w:pStyle w:val="ListParagraph"/>
        <w:numPr>
          <w:ilvl w:val="0"/>
          <w:numId w:val="1"/>
        </w:numPr>
      </w:pPr>
      <w:r>
        <w:t xml:space="preserve">Draw a new map indicating how you think the </w:t>
      </w:r>
      <w:r w:rsidR="003E7725">
        <w:t xml:space="preserve">Gulf of Mexico </w:t>
      </w:r>
      <w:r>
        <w:t xml:space="preserve">coastlines have been altered in the future using what you know from the descriptions in the book. </w:t>
      </w:r>
    </w:p>
    <w:p w:rsidR="005D19D9" w:rsidRDefault="005D19D9" w:rsidP="005D19D9">
      <w:pPr>
        <w:pStyle w:val="ListParagraph"/>
        <w:numPr>
          <w:ilvl w:val="0"/>
          <w:numId w:val="1"/>
        </w:numPr>
      </w:pPr>
      <w:r>
        <w:t>Include the following on your map</w:t>
      </w:r>
    </w:p>
    <w:p w:rsidR="005D19D9" w:rsidRDefault="005D19D9" w:rsidP="005D19D9">
      <w:pPr>
        <w:pStyle w:val="ListParagraph"/>
        <w:numPr>
          <w:ilvl w:val="1"/>
          <w:numId w:val="1"/>
        </w:numPr>
      </w:pPr>
      <w:r>
        <w:t>Bright Sands Beach</w:t>
      </w:r>
    </w:p>
    <w:p w:rsidR="005D19D9" w:rsidRDefault="005D19D9" w:rsidP="005D19D9">
      <w:pPr>
        <w:pStyle w:val="ListParagraph"/>
        <w:numPr>
          <w:ilvl w:val="1"/>
          <w:numId w:val="1"/>
        </w:numPr>
      </w:pPr>
      <w:r>
        <w:t>The Teeth</w:t>
      </w:r>
    </w:p>
    <w:p w:rsidR="005D19D9" w:rsidRDefault="005D19D9" w:rsidP="005D19D9">
      <w:pPr>
        <w:pStyle w:val="ListParagraph"/>
        <w:numPr>
          <w:ilvl w:val="1"/>
          <w:numId w:val="1"/>
        </w:numPr>
      </w:pPr>
      <w:r>
        <w:t>The island where Pima found Nita’s wrecked ship</w:t>
      </w:r>
    </w:p>
    <w:p w:rsidR="005D19D9" w:rsidRDefault="005D19D9" w:rsidP="005D19D9">
      <w:pPr>
        <w:pStyle w:val="ListParagraph"/>
        <w:numPr>
          <w:ilvl w:val="1"/>
          <w:numId w:val="1"/>
        </w:numPr>
      </w:pPr>
      <w:r>
        <w:t>Orleans</w:t>
      </w:r>
    </w:p>
    <w:p w:rsidR="005D19D9" w:rsidRDefault="005D19D9" w:rsidP="005D19D9">
      <w:pPr>
        <w:pStyle w:val="ListParagraph"/>
        <w:numPr>
          <w:ilvl w:val="1"/>
          <w:numId w:val="1"/>
        </w:numPr>
      </w:pPr>
      <w:r>
        <w:t>Orleans II</w:t>
      </w:r>
    </w:p>
    <w:p w:rsidR="005D19D9" w:rsidRDefault="005D19D9" w:rsidP="005D19D9">
      <w:pPr>
        <w:pStyle w:val="ListParagraph"/>
        <w:numPr>
          <w:ilvl w:val="1"/>
          <w:numId w:val="1"/>
        </w:numPr>
      </w:pPr>
      <w:r>
        <w:t>Mississippi Metropolitan</w:t>
      </w:r>
    </w:p>
    <w:p w:rsidR="003E7725" w:rsidRDefault="003E7725" w:rsidP="003E7725"/>
    <w:p w:rsidR="003E7725" w:rsidRDefault="003E7725" w:rsidP="003E7725"/>
    <w:p w:rsidR="003E7725" w:rsidRDefault="003E7725" w:rsidP="003E7725"/>
    <w:p w:rsidR="003E7725" w:rsidRDefault="003E7725" w:rsidP="003E7725"/>
    <w:p w:rsidR="003E7725" w:rsidRDefault="003E7725" w:rsidP="003E7725"/>
    <w:p w:rsidR="003E7725" w:rsidRDefault="003E7725" w:rsidP="003E7725"/>
    <w:p w:rsidR="003E7725" w:rsidRDefault="003E7725" w:rsidP="003E7725"/>
    <w:p w:rsidR="003E7725" w:rsidRDefault="003E7725" w:rsidP="003E7725"/>
    <w:p w:rsidR="003E7725" w:rsidRDefault="003E7725" w:rsidP="003E7725"/>
    <w:p w:rsidR="003E7725" w:rsidRDefault="003E7725" w:rsidP="003E7725"/>
    <w:p w:rsidR="003E7725" w:rsidRDefault="003E7725" w:rsidP="003E7725"/>
    <w:p w:rsidR="003E7725" w:rsidRDefault="003E7725" w:rsidP="003E7725"/>
    <w:p w:rsidR="003E7725" w:rsidRDefault="003E7725" w:rsidP="003E7725"/>
    <w:p w:rsidR="003E7725" w:rsidRDefault="003E7725" w:rsidP="003E7725"/>
    <w:p w:rsidR="003E7725" w:rsidRDefault="003E7725" w:rsidP="003E7725"/>
    <w:p w:rsidR="003E7725" w:rsidRDefault="003E7725" w:rsidP="003E7725"/>
    <w:p w:rsidR="003E7725" w:rsidRPr="000D09D2" w:rsidRDefault="003E7725" w:rsidP="000D09D2">
      <w:pPr>
        <w:jc w:val="center"/>
        <w:rPr>
          <w:b/>
        </w:rPr>
      </w:pPr>
      <w:bookmarkStart w:id="0" w:name="_GoBack"/>
      <w:bookmarkEnd w:id="0"/>
      <w:r w:rsidRPr="000D09D2">
        <w:rPr>
          <w:b/>
        </w:rPr>
        <w:lastRenderedPageBreak/>
        <w:t>Ship Breaker – Map Lesson Plan</w:t>
      </w:r>
    </w:p>
    <w:p w:rsidR="00223FA2" w:rsidRDefault="00223FA2" w:rsidP="003E7725"/>
    <w:p w:rsidR="00223FA2" w:rsidRDefault="00223FA2" w:rsidP="003E7725">
      <w:r w:rsidRPr="00223FA2">
        <w:drawing>
          <wp:inline distT="0" distB="0" distL="0" distR="0">
            <wp:extent cx="6644640" cy="4983480"/>
            <wp:effectExtent l="0" t="0" r="3810" b="7620"/>
            <wp:docPr id="1" name="Picture 1" descr="http://t1.gstatic.com/images?q=tbn:ANd9GcR4Y1VoDU1R2YSqmt4DESLcBKRDUlcPeqbMacBYvzroNHjYU8Z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4Y1VoDU1R2YSqmt4DESLcBKRDUlcPeqbMacBYvzroNHjYU8Z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498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439CB"/>
    <w:multiLevelType w:val="hybridMultilevel"/>
    <w:tmpl w:val="295E7F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9D9"/>
    <w:rsid w:val="000D09D2"/>
    <w:rsid w:val="00223FA2"/>
    <w:rsid w:val="003E7725"/>
    <w:rsid w:val="0058645D"/>
    <w:rsid w:val="005D19D9"/>
    <w:rsid w:val="00906F94"/>
    <w:rsid w:val="00E6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9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9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ps.ablongman.com/wps/media/objects/8170/8366397/venn.gif&amp;imgrefurl=http://wps.ablongman.com/ab_anderson_elemchild_3/127/32681/8366403.cw/content/index.html&amp;h=400&amp;w=600&amp;sz=11&amp;tbnid=5GAVejYbbhuoGM:&amp;tbnh=75&amp;tbnw=113&amp;prev=/search%3Fq%3Dvenn%2Bdiagram%2Btemplate%26tbm%3Disch%26tbo%3Du&amp;zoom=1&amp;q=venn+diagram+template&amp;docid=1Og2ce8YGl8W3M&amp;hl=en&amp;sa=X&amp;ei=aacmT53mFqne0QGYjv3vCA&amp;ved=0CEEQ9QEwAw&amp;dur=154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7FCE4D7E</Template>
  <TotalTime>21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garner</dc:creator>
  <cp:lastModifiedBy>melissa garner</cp:lastModifiedBy>
  <cp:revision>5</cp:revision>
  <dcterms:created xsi:type="dcterms:W3CDTF">2012-01-30T14:03:00Z</dcterms:created>
  <dcterms:modified xsi:type="dcterms:W3CDTF">2012-01-30T14:24:00Z</dcterms:modified>
</cp:coreProperties>
</file>